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409F" w:rsidRDefault="0076409F" w:rsidP="0076409F">
      <w:r>
        <w:t xml:space="preserve">Köln den </w:t>
      </w:r>
      <w:r w:rsidR="00842A8F">
        <w:t>11</w:t>
      </w:r>
      <w:r>
        <w:t>.07.2021</w:t>
      </w:r>
    </w:p>
    <w:p w:rsidR="0076409F" w:rsidRDefault="0076409F" w:rsidP="0076409F"/>
    <w:p w:rsidR="0076409F" w:rsidRDefault="0076409F" w:rsidP="0076409F"/>
    <w:p w:rsidR="0076409F" w:rsidRDefault="0076409F" w:rsidP="0076409F">
      <w:pPr>
        <w:rPr>
          <w:rFonts w:ascii="Arial" w:eastAsia="Times New Roman" w:hAnsi="Arial" w:cs="Arial"/>
          <w:color w:val="3A434F"/>
          <w:sz w:val="21"/>
          <w:szCs w:val="21"/>
          <w:shd w:val="clear" w:color="auto" w:fill="FFFFFF"/>
        </w:rPr>
      </w:pPr>
      <w:r>
        <w:t xml:space="preserve">Sehr </w:t>
      </w:r>
      <w:r w:rsidR="00800099">
        <w:t>geehrte</w:t>
      </w:r>
      <w:r w:rsidR="00DB1CC5">
        <w:t xml:space="preserve"> </w:t>
      </w:r>
      <w:r w:rsidR="005A00F8">
        <w:t xml:space="preserve">Damen und Herren. </w:t>
      </w:r>
    </w:p>
    <w:p w:rsidR="00717850" w:rsidRDefault="00717850" w:rsidP="0076409F">
      <w:pPr>
        <w:rPr>
          <w:rFonts w:ascii="Arial" w:eastAsia="Times New Roman" w:hAnsi="Arial" w:cs="Arial"/>
          <w:color w:val="3A434F"/>
          <w:sz w:val="21"/>
          <w:szCs w:val="21"/>
          <w:shd w:val="clear" w:color="auto" w:fill="FFFFFF"/>
        </w:rPr>
      </w:pPr>
    </w:p>
    <w:p w:rsidR="00717850" w:rsidRDefault="00717850" w:rsidP="0076409F"/>
    <w:p w:rsidR="00D90A50" w:rsidRDefault="0076409F" w:rsidP="0076409F">
      <w:r>
        <w:t xml:space="preserve">Mein Name ist Ariane </w:t>
      </w:r>
      <w:proofErr w:type="spellStart"/>
      <w:r>
        <w:t>Soltwedel</w:t>
      </w:r>
      <w:proofErr w:type="spellEnd"/>
      <w:r>
        <w:t xml:space="preserve"> und ich interessiere mich für eine Stelle in Ihrem </w:t>
      </w:r>
      <w:r w:rsidR="005A281B">
        <w:t>Unternehmen</w:t>
      </w:r>
      <w:r w:rsidR="007E63AA">
        <w:t xml:space="preserve">, als </w:t>
      </w:r>
    </w:p>
    <w:p w:rsidR="007E63AA" w:rsidRDefault="007E63AA" w:rsidP="0076409F">
      <w:r>
        <w:t xml:space="preserve">Logistikfachkraft </w:t>
      </w:r>
    </w:p>
    <w:p w:rsidR="0076409F" w:rsidRDefault="0076409F" w:rsidP="0076409F">
      <w:r>
        <w:t>Ich wohne seit dem 1.2.2021 in Köln und bin auf der Suche nach einer neuen Herausforderung</w:t>
      </w:r>
      <w:r w:rsidR="007B2904">
        <w:t>,</w:t>
      </w:r>
      <w:r>
        <w:t xml:space="preserve"> in der neuen Heimat. </w:t>
      </w:r>
    </w:p>
    <w:p w:rsidR="0076409F" w:rsidRDefault="0076409F" w:rsidP="0076409F"/>
    <w:p w:rsidR="0076409F" w:rsidRDefault="0076409F" w:rsidP="0076409F">
      <w:r>
        <w:t xml:space="preserve">Ich habe Erfahrung in verschiedenen Bereichen gesammelt. </w:t>
      </w:r>
    </w:p>
    <w:p w:rsidR="0076409F" w:rsidRDefault="0076409F" w:rsidP="0076409F">
      <w:r>
        <w:t>Arbeiten im Team gehört zu meinem Berufsleben, ich habe zu allen Kollegen ein gutes Verhältnis.</w:t>
      </w:r>
    </w:p>
    <w:p w:rsidR="0076409F" w:rsidRDefault="0076409F" w:rsidP="0076409F">
      <w:r>
        <w:t>Ich bin empathisch, eine Fürsprecherin und eine Strategin.</w:t>
      </w:r>
    </w:p>
    <w:p w:rsidR="0076409F" w:rsidRDefault="0076409F" w:rsidP="0076409F">
      <w:r>
        <w:t>Personalführung ist ebenfalls ein Gebiet in dem ich verschiedene Eindrücke sammeln konnte.</w:t>
      </w:r>
    </w:p>
    <w:p w:rsidR="0076409F" w:rsidRDefault="0076409F" w:rsidP="0076409F">
      <w:r>
        <w:t xml:space="preserve">Ich treffe gern eigene Entscheidungen, die ich nach bestem Wissen und Gewissen umsetzen möchte. </w:t>
      </w:r>
    </w:p>
    <w:p w:rsidR="00C4308A" w:rsidRDefault="00C4308A" w:rsidP="0076409F">
      <w:r>
        <w:t xml:space="preserve">Ich habe bereits alle Logistikbereiche </w:t>
      </w:r>
      <w:r w:rsidR="00863920">
        <w:t xml:space="preserve">durchlaufen. Kommissionierung, Distributionslogistik, Wareneingang </w:t>
      </w:r>
      <w:r w:rsidR="00181F17">
        <w:t xml:space="preserve">und </w:t>
      </w:r>
      <w:r w:rsidR="00024A1D">
        <w:t xml:space="preserve">Verpackung. In jedem dieser Bereiche ,konnte ich viel dazulernen </w:t>
      </w:r>
      <w:r w:rsidR="001D5688">
        <w:t xml:space="preserve">und mich weiterzuentwickeln. </w:t>
      </w:r>
    </w:p>
    <w:p w:rsidR="0076409F" w:rsidRDefault="0076409F" w:rsidP="0076409F">
      <w:r>
        <w:t>Aktuell</w:t>
      </w:r>
      <w:r w:rsidR="001D5688">
        <w:t>,</w:t>
      </w:r>
      <w:r>
        <w:t xml:space="preserve"> arbeite ich bei  der Audi AG Ingolstadt.</w:t>
      </w:r>
    </w:p>
    <w:p w:rsidR="0076409F" w:rsidRDefault="0076409F" w:rsidP="0076409F">
      <w:r>
        <w:t xml:space="preserve">Mein  Aufgabenbereich liegt im Wareneingang und Bereitstellung in der </w:t>
      </w:r>
      <w:proofErr w:type="spellStart"/>
      <w:r>
        <w:t>Hinterachs</w:t>
      </w:r>
      <w:proofErr w:type="spellEnd"/>
      <w:r>
        <w:t>-Vormontage.</w:t>
      </w:r>
    </w:p>
    <w:p w:rsidR="0076409F" w:rsidRDefault="0076409F" w:rsidP="0076409F">
      <w:r>
        <w:t xml:space="preserve">Die Betreuung der Auszubildenden ist ebenfalls eine tolle Möglichkeit mit  Menschen zu arbeiten um Wissen zu vermitteln und Hilfestellung zu geben. </w:t>
      </w:r>
    </w:p>
    <w:p w:rsidR="0076409F" w:rsidRDefault="0076409F" w:rsidP="0076409F">
      <w:r>
        <w:t>Mit jungen Menschen zu arbeiten ist eine Bereicherung für mich, da beide Parteien viel von einander lernen.</w:t>
      </w:r>
    </w:p>
    <w:p w:rsidR="0076409F" w:rsidRDefault="0076409F" w:rsidP="0076409F">
      <w:r>
        <w:t>Zu meinen Aufgaben gehören die Personalführung einer Gruppe mit 14 Personen und die dazugehörige Einsatzplanung.</w:t>
      </w:r>
    </w:p>
    <w:p w:rsidR="0076409F" w:rsidRDefault="0076409F" w:rsidP="0076409F">
      <w:r>
        <w:t xml:space="preserve">LKW </w:t>
      </w:r>
      <w:proofErr w:type="spellStart"/>
      <w:r>
        <w:t>Be</w:t>
      </w:r>
      <w:proofErr w:type="spellEnd"/>
      <w:r>
        <w:t>- und Entladung. Bearbeitung der Ladedokumente.</w:t>
      </w:r>
    </w:p>
    <w:p w:rsidR="0076409F" w:rsidRDefault="0076409F" w:rsidP="0076409F">
      <w:r>
        <w:t>Arbeiten mit Warenwirtschaftssystemen, Inventur und die Bereitstellung der Waren am Bedarfsort.</w:t>
      </w:r>
    </w:p>
    <w:p w:rsidR="0076409F" w:rsidRDefault="0076409F" w:rsidP="0076409F">
      <w:r>
        <w:t>Lagerpflege und die Zollabwicklung gehören, ebenfalls zu meinen Aufgaben.</w:t>
      </w:r>
    </w:p>
    <w:p w:rsidR="0076409F" w:rsidRDefault="0076409F" w:rsidP="0076409F">
      <w:r>
        <w:t xml:space="preserve">Ich bin geübt im Umgang mit FFFFZ. </w:t>
      </w:r>
    </w:p>
    <w:p w:rsidR="0076409F" w:rsidRDefault="0076409F" w:rsidP="0076409F"/>
    <w:p w:rsidR="00D2409F" w:rsidRDefault="00D2409F" w:rsidP="0076409F"/>
    <w:p w:rsidR="00D2409F" w:rsidRDefault="00D2409F" w:rsidP="0076409F"/>
    <w:p w:rsidR="00D2409F" w:rsidRDefault="00D2409F" w:rsidP="0076409F"/>
    <w:p w:rsidR="00CF3288" w:rsidRDefault="00CF3288" w:rsidP="0076409F"/>
    <w:p w:rsidR="0076409F" w:rsidRDefault="0076409F" w:rsidP="0076409F">
      <w:r>
        <w:t xml:space="preserve">Ich bin immer auf der Suche, nach Veränderung und Verbesserung. </w:t>
      </w:r>
    </w:p>
    <w:p w:rsidR="00D86BC3" w:rsidRPr="00C759A3" w:rsidRDefault="0076409F" w:rsidP="0076409F">
      <w:pPr>
        <w:rPr>
          <w:rFonts w:ascii="Arial" w:eastAsia="Times New Roman" w:hAnsi="Arial" w:cs="Arial"/>
          <w:color w:val="3A434F"/>
          <w:sz w:val="21"/>
          <w:szCs w:val="21"/>
          <w:shd w:val="clear" w:color="auto" w:fill="FFFFFF"/>
        </w:rPr>
      </w:pPr>
      <w:r>
        <w:t>Eine Anstellung bei</w:t>
      </w:r>
      <w:r w:rsidR="00103069">
        <w:t xml:space="preserve"> der</w:t>
      </w:r>
      <w:r w:rsidR="00D53289">
        <w:t xml:space="preserve"> </w:t>
      </w:r>
      <w:proofErr w:type="spellStart"/>
      <w:r w:rsidR="007E63AA">
        <w:t>Valensina</w:t>
      </w:r>
      <w:proofErr w:type="spellEnd"/>
      <w:r w:rsidR="00297855">
        <w:t xml:space="preserve"> </w:t>
      </w:r>
      <w:r w:rsidR="007E63AA">
        <w:t>GmbH</w:t>
      </w:r>
      <w:r w:rsidR="00450F50">
        <w:rPr>
          <w:rFonts w:ascii="Arial" w:eastAsia="Times New Roman" w:hAnsi="Arial" w:cs="Arial"/>
          <w:color w:val="3A434F"/>
          <w:sz w:val="21"/>
          <w:szCs w:val="21"/>
          <w:shd w:val="clear" w:color="auto" w:fill="FFFFFF"/>
        </w:rPr>
        <w:t>,</w:t>
      </w:r>
      <w:r w:rsidR="00113E8F">
        <w:rPr>
          <w:rFonts w:ascii="Arial" w:eastAsia="Times New Roman" w:hAnsi="Arial" w:cs="Arial"/>
          <w:color w:val="3A434F"/>
          <w:sz w:val="21"/>
          <w:szCs w:val="21"/>
          <w:shd w:val="clear" w:color="auto" w:fill="FFFFFF"/>
        </w:rPr>
        <w:t xml:space="preserve"> </w:t>
      </w:r>
      <w:r>
        <w:t xml:space="preserve">wäre eine tolle Chance für mich, neu </w:t>
      </w:r>
      <w:r w:rsidR="002701EE">
        <w:t>durchzustarten.</w:t>
      </w:r>
    </w:p>
    <w:p w:rsidR="00D86BC3" w:rsidRDefault="00D86BC3" w:rsidP="0076409F">
      <w:r>
        <w:t>Ich befinde mich derzeit</w:t>
      </w:r>
      <w:r w:rsidR="003201C3">
        <w:t>,</w:t>
      </w:r>
      <w:r>
        <w:t xml:space="preserve"> in der Logistikmeister Ausbildung. </w:t>
      </w:r>
    </w:p>
    <w:p w:rsidR="00D86BC3" w:rsidRDefault="00D86BC3" w:rsidP="0076409F">
      <w:r>
        <w:t xml:space="preserve">Die </w:t>
      </w:r>
      <w:r w:rsidR="00BA7087">
        <w:t>Schule ist bereits abgeschlossen. Prüfungen sind im Mai 2022</w:t>
      </w:r>
      <w:r w:rsidR="009A78A3">
        <w:t>.</w:t>
      </w:r>
    </w:p>
    <w:p w:rsidR="009A78A3" w:rsidRDefault="009A78A3" w:rsidP="0076409F"/>
    <w:p w:rsidR="0076409F" w:rsidRDefault="0076409F" w:rsidP="0076409F">
      <w:r>
        <w:t>Ich freue mich Sie bald kennenzulernen</w:t>
      </w:r>
      <w:r w:rsidR="00193772">
        <w:t>,</w:t>
      </w:r>
      <w:r>
        <w:t xml:space="preserve"> um ihnen mehr von mir zu erzählen. </w:t>
      </w:r>
    </w:p>
    <w:p w:rsidR="0076409F" w:rsidRDefault="0076409F" w:rsidP="0076409F"/>
    <w:p w:rsidR="0076409F" w:rsidRDefault="0076409F" w:rsidP="0076409F"/>
    <w:p w:rsidR="0076409F" w:rsidRDefault="0076409F" w:rsidP="0076409F">
      <w:r>
        <w:t>Mit freundlichen Grüßen</w:t>
      </w:r>
    </w:p>
    <w:p w:rsidR="0076409F" w:rsidRDefault="0076409F" w:rsidP="0076409F"/>
    <w:p w:rsidR="0076409F" w:rsidRDefault="0076409F" w:rsidP="0076409F">
      <w:r>
        <w:t xml:space="preserve">Ariane </w:t>
      </w:r>
      <w:proofErr w:type="spellStart"/>
      <w:r>
        <w:t>Soltwedel</w:t>
      </w:r>
      <w:proofErr w:type="spellEnd"/>
      <w:r>
        <w:t xml:space="preserve"> </w:t>
      </w:r>
    </w:p>
    <w:p w:rsidR="0076409F" w:rsidRDefault="0076409F" w:rsidP="0076409F"/>
    <w:p w:rsidR="0076409F" w:rsidRDefault="0076409F" w:rsidP="0076409F"/>
    <w:p w:rsidR="0076409F" w:rsidRDefault="0076409F" w:rsidP="0076409F"/>
    <w:p w:rsidR="0076409F" w:rsidRDefault="0076409F" w:rsidP="0076409F"/>
    <w:p w:rsidR="0076409F" w:rsidRDefault="0076409F" w:rsidP="0076409F"/>
    <w:p w:rsidR="0076409F" w:rsidRDefault="0076409F" w:rsidP="0076409F"/>
    <w:p w:rsidR="001217FE" w:rsidRPr="0076409F" w:rsidRDefault="001217FE" w:rsidP="0076409F"/>
    <w:sectPr w:rsidR="001217FE" w:rsidRPr="007640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A53"/>
    <w:rsid w:val="0000184F"/>
    <w:rsid w:val="000019B5"/>
    <w:rsid w:val="00003342"/>
    <w:rsid w:val="0001069C"/>
    <w:rsid w:val="000155C0"/>
    <w:rsid w:val="00016673"/>
    <w:rsid w:val="00022899"/>
    <w:rsid w:val="00024A1D"/>
    <w:rsid w:val="000252D0"/>
    <w:rsid w:val="000272C5"/>
    <w:rsid w:val="00032D71"/>
    <w:rsid w:val="00036886"/>
    <w:rsid w:val="00046402"/>
    <w:rsid w:val="00061EC7"/>
    <w:rsid w:val="000647EF"/>
    <w:rsid w:val="000708CE"/>
    <w:rsid w:val="000715B9"/>
    <w:rsid w:val="0007626B"/>
    <w:rsid w:val="000808AD"/>
    <w:rsid w:val="00087E38"/>
    <w:rsid w:val="00097BB8"/>
    <w:rsid w:val="000A1B0E"/>
    <w:rsid w:val="000B244B"/>
    <w:rsid w:val="000C2BA1"/>
    <w:rsid w:val="000D64B0"/>
    <w:rsid w:val="000D7372"/>
    <w:rsid w:val="000E6415"/>
    <w:rsid w:val="000E6FB9"/>
    <w:rsid w:val="000F09C0"/>
    <w:rsid w:val="000F12E9"/>
    <w:rsid w:val="00103069"/>
    <w:rsid w:val="00107881"/>
    <w:rsid w:val="00107922"/>
    <w:rsid w:val="00113E8F"/>
    <w:rsid w:val="001217FE"/>
    <w:rsid w:val="00130F2C"/>
    <w:rsid w:val="00131C11"/>
    <w:rsid w:val="00133D72"/>
    <w:rsid w:val="00134F1D"/>
    <w:rsid w:val="00137883"/>
    <w:rsid w:val="0014155C"/>
    <w:rsid w:val="0014217A"/>
    <w:rsid w:val="001424B4"/>
    <w:rsid w:val="00143358"/>
    <w:rsid w:val="00151215"/>
    <w:rsid w:val="001516BA"/>
    <w:rsid w:val="00154059"/>
    <w:rsid w:val="00155E54"/>
    <w:rsid w:val="00156FAE"/>
    <w:rsid w:val="00161057"/>
    <w:rsid w:val="001657E2"/>
    <w:rsid w:val="00165940"/>
    <w:rsid w:val="00167A6B"/>
    <w:rsid w:val="001720F0"/>
    <w:rsid w:val="00180F8D"/>
    <w:rsid w:val="00181F17"/>
    <w:rsid w:val="00183806"/>
    <w:rsid w:val="001911EF"/>
    <w:rsid w:val="00193772"/>
    <w:rsid w:val="00196BE3"/>
    <w:rsid w:val="00197A36"/>
    <w:rsid w:val="001A192F"/>
    <w:rsid w:val="001A5885"/>
    <w:rsid w:val="001B23E3"/>
    <w:rsid w:val="001C01C8"/>
    <w:rsid w:val="001D0339"/>
    <w:rsid w:val="001D1796"/>
    <w:rsid w:val="001D20A9"/>
    <w:rsid w:val="001D2BA6"/>
    <w:rsid w:val="001D474B"/>
    <w:rsid w:val="001D5688"/>
    <w:rsid w:val="001D64B6"/>
    <w:rsid w:val="001E0F7B"/>
    <w:rsid w:val="001F2BE4"/>
    <w:rsid w:val="001F4008"/>
    <w:rsid w:val="00201632"/>
    <w:rsid w:val="002030E1"/>
    <w:rsid w:val="00211732"/>
    <w:rsid w:val="00214580"/>
    <w:rsid w:val="00215925"/>
    <w:rsid w:val="00225899"/>
    <w:rsid w:val="00231875"/>
    <w:rsid w:val="0023224F"/>
    <w:rsid w:val="0023643A"/>
    <w:rsid w:val="00240F1A"/>
    <w:rsid w:val="00247A19"/>
    <w:rsid w:val="00253621"/>
    <w:rsid w:val="00253ED0"/>
    <w:rsid w:val="002557D6"/>
    <w:rsid w:val="00256FE5"/>
    <w:rsid w:val="00265498"/>
    <w:rsid w:val="00267511"/>
    <w:rsid w:val="0027010F"/>
    <w:rsid w:val="002701EE"/>
    <w:rsid w:val="00270358"/>
    <w:rsid w:val="00271C2C"/>
    <w:rsid w:val="00271D1D"/>
    <w:rsid w:val="00273EB1"/>
    <w:rsid w:val="0027607C"/>
    <w:rsid w:val="00277295"/>
    <w:rsid w:val="00281E87"/>
    <w:rsid w:val="00291C76"/>
    <w:rsid w:val="00294511"/>
    <w:rsid w:val="00297855"/>
    <w:rsid w:val="002A30D0"/>
    <w:rsid w:val="002B71D3"/>
    <w:rsid w:val="002E6CBD"/>
    <w:rsid w:val="002E76C4"/>
    <w:rsid w:val="002F07E3"/>
    <w:rsid w:val="002F13E5"/>
    <w:rsid w:val="002F287C"/>
    <w:rsid w:val="002F427D"/>
    <w:rsid w:val="002F4C3B"/>
    <w:rsid w:val="002F5268"/>
    <w:rsid w:val="00302B1D"/>
    <w:rsid w:val="00305F09"/>
    <w:rsid w:val="00306496"/>
    <w:rsid w:val="003201C3"/>
    <w:rsid w:val="003236CB"/>
    <w:rsid w:val="00330187"/>
    <w:rsid w:val="00333245"/>
    <w:rsid w:val="0033759C"/>
    <w:rsid w:val="0034045D"/>
    <w:rsid w:val="00360905"/>
    <w:rsid w:val="00366568"/>
    <w:rsid w:val="003826C7"/>
    <w:rsid w:val="00383FB0"/>
    <w:rsid w:val="003870D9"/>
    <w:rsid w:val="003930A2"/>
    <w:rsid w:val="00393CC0"/>
    <w:rsid w:val="003A44AA"/>
    <w:rsid w:val="003A724D"/>
    <w:rsid w:val="003B680E"/>
    <w:rsid w:val="003D32F0"/>
    <w:rsid w:val="003E4609"/>
    <w:rsid w:val="003F4E81"/>
    <w:rsid w:val="003F5233"/>
    <w:rsid w:val="003F5524"/>
    <w:rsid w:val="00400B1A"/>
    <w:rsid w:val="00400C2F"/>
    <w:rsid w:val="00411C35"/>
    <w:rsid w:val="0042286E"/>
    <w:rsid w:val="00424F79"/>
    <w:rsid w:val="00426648"/>
    <w:rsid w:val="00434360"/>
    <w:rsid w:val="00440A14"/>
    <w:rsid w:val="00445BE5"/>
    <w:rsid w:val="00450F50"/>
    <w:rsid w:val="0046311C"/>
    <w:rsid w:val="00471095"/>
    <w:rsid w:val="00485D02"/>
    <w:rsid w:val="0048757E"/>
    <w:rsid w:val="004A2DEB"/>
    <w:rsid w:val="004B4C03"/>
    <w:rsid w:val="004C68A2"/>
    <w:rsid w:val="004D1941"/>
    <w:rsid w:val="004D415C"/>
    <w:rsid w:val="004D49CA"/>
    <w:rsid w:val="004D5949"/>
    <w:rsid w:val="004D60EF"/>
    <w:rsid w:val="004E1217"/>
    <w:rsid w:val="004E6150"/>
    <w:rsid w:val="004E67A3"/>
    <w:rsid w:val="004F1A3E"/>
    <w:rsid w:val="00501A53"/>
    <w:rsid w:val="005044BB"/>
    <w:rsid w:val="00514023"/>
    <w:rsid w:val="00523D11"/>
    <w:rsid w:val="00526531"/>
    <w:rsid w:val="0053746A"/>
    <w:rsid w:val="00557E23"/>
    <w:rsid w:val="005650FE"/>
    <w:rsid w:val="00576C82"/>
    <w:rsid w:val="0057767E"/>
    <w:rsid w:val="00582D71"/>
    <w:rsid w:val="00592652"/>
    <w:rsid w:val="0059721E"/>
    <w:rsid w:val="005A00F8"/>
    <w:rsid w:val="005A0811"/>
    <w:rsid w:val="005A281B"/>
    <w:rsid w:val="005B0576"/>
    <w:rsid w:val="005B6930"/>
    <w:rsid w:val="005B6F98"/>
    <w:rsid w:val="005C11C1"/>
    <w:rsid w:val="005C5D39"/>
    <w:rsid w:val="005C7266"/>
    <w:rsid w:val="005D6AE6"/>
    <w:rsid w:val="005E706A"/>
    <w:rsid w:val="005F4EC4"/>
    <w:rsid w:val="00603B8F"/>
    <w:rsid w:val="00607FCE"/>
    <w:rsid w:val="00621BDB"/>
    <w:rsid w:val="00623763"/>
    <w:rsid w:val="00624954"/>
    <w:rsid w:val="006266F5"/>
    <w:rsid w:val="006319F1"/>
    <w:rsid w:val="006351DA"/>
    <w:rsid w:val="00640537"/>
    <w:rsid w:val="006420B8"/>
    <w:rsid w:val="00643390"/>
    <w:rsid w:val="00643CF3"/>
    <w:rsid w:val="00645F61"/>
    <w:rsid w:val="00650CB4"/>
    <w:rsid w:val="0066773C"/>
    <w:rsid w:val="00675C39"/>
    <w:rsid w:val="006875A7"/>
    <w:rsid w:val="006877F2"/>
    <w:rsid w:val="00696DE1"/>
    <w:rsid w:val="006B2733"/>
    <w:rsid w:val="006D2CEA"/>
    <w:rsid w:val="006D436E"/>
    <w:rsid w:val="006D5F60"/>
    <w:rsid w:val="006D6CA4"/>
    <w:rsid w:val="006D7E16"/>
    <w:rsid w:val="006E0E54"/>
    <w:rsid w:val="006E6607"/>
    <w:rsid w:val="00701607"/>
    <w:rsid w:val="007017F6"/>
    <w:rsid w:val="00702B00"/>
    <w:rsid w:val="007034DE"/>
    <w:rsid w:val="00704B2E"/>
    <w:rsid w:val="0070619C"/>
    <w:rsid w:val="007065F9"/>
    <w:rsid w:val="00706FBA"/>
    <w:rsid w:val="007102AE"/>
    <w:rsid w:val="00717850"/>
    <w:rsid w:val="00727EAB"/>
    <w:rsid w:val="00727FA3"/>
    <w:rsid w:val="007321EB"/>
    <w:rsid w:val="00744645"/>
    <w:rsid w:val="00746DC9"/>
    <w:rsid w:val="0076027E"/>
    <w:rsid w:val="0076409F"/>
    <w:rsid w:val="007643AE"/>
    <w:rsid w:val="00774DDE"/>
    <w:rsid w:val="00777D82"/>
    <w:rsid w:val="007A6EEC"/>
    <w:rsid w:val="007B2904"/>
    <w:rsid w:val="007B799D"/>
    <w:rsid w:val="007E1DAA"/>
    <w:rsid w:val="007E63AA"/>
    <w:rsid w:val="007E7349"/>
    <w:rsid w:val="007F0EB5"/>
    <w:rsid w:val="00800099"/>
    <w:rsid w:val="008013CF"/>
    <w:rsid w:val="008014E1"/>
    <w:rsid w:val="00803924"/>
    <w:rsid w:val="0081117D"/>
    <w:rsid w:val="00823AE8"/>
    <w:rsid w:val="0082655F"/>
    <w:rsid w:val="00831306"/>
    <w:rsid w:val="00833327"/>
    <w:rsid w:val="00842A8F"/>
    <w:rsid w:val="0085516B"/>
    <w:rsid w:val="00863920"/>
    <w:rsid w:val="00881C08"/>
    <w:rsid w:val="008879A3"/>
    <w:rsid w:val="00890732"/>
    <w:rsid w:val="008924CB"/>
    <w:rsid w:val="008A157A"/>
    <w:rsid w:val="008A29F4"/>
    <w:rsid w:val="008B326E"/>
    <w:rsid w:val="008D62E0"/>
    <w:rsid w:val="008E4EFF"/>
    <w:rsid w:val="008F2B5F"/>
    <w:rsid w:val="008F5D09"/>
    <w:rsid w:val="008F698F"/>
    <w:rsid w:val="0090380C"/>
    <w:rsid w:val="0090719B"/>
    <w:rsid w:val="00912C41"/>
    <w:rsid w:val="00917775"/>
    <w:rsid w:val="00923168"/>
    <w:rsid w:val="009246DC"/>
    <w:rsid w:val="00953469"/>
    <w:rsid w:val="009654C5"/>
    <w:rsid w:val="00966302"/>
    <w:rsid w:val="00974B52"/>
    <w:rsid w:val="0098648D"/>
    <w:rsid w:val="00994FFE"/>
    <w:rsid w:val="009955A3"/>
    <w:rsid w:val="009A36F3"/>
    <w:rsid w:val="009A78A3"/>
    <w:rsid w:val="009B244A"/>
    <w:rsid w:val="009B5100"/>
    <w:rsid w:val="009C52FA"/>
    <w:rsid w:val="009F1ADA"/>
    <w:rsid w:val="009F1F58"/>
    <w:rsid w:val="009F2C2E"/>
    <w:rsid w:val="009F644C"/>
    <w:rsid w:val="00A00D5E"/>
    <w:rsid w:val="00A03BBA"/>
    <w:rsid w:val="00A15A10"/>
    <w:rsid w:val="00A21E12"/>
    <w:rsid w:val="00A23D96"/>
    <w:rsid w:val="00A23E39"/>
    <w:rsid w:val="00A373E7"/>
    <w:rsid w:val="00A53427"/>
    <w:rsid w:val="00A55346"/>
    <w:rsid w:val="00A57196"/>
    <w:rsid w:val="00A61697"/>
    <w:rsid w:val="00A86097"/>
    <w:rsid w:val="00A900EF"/>
    <w:rsid w:val="00A97D68"/>
    <w:rsid w:val="00AA67B1"/>
    <w:rsid w:val="00AB2E9C"/>
    <w:rsid w:val="00AB455F"/>
    <w:rsid w:val="00AB7D28"/>
    <w:rsid w:val="00AC0F20"/>
    <w:rsid w:val="00AC0FAB"/>
    <w:rsid w:val="00AC1A4A"/>
    <w:rsid w:val="00AC6719"/>
    <w:rsid w:val="00AD1B0C"/>
    <w:rsid w:val="00AD62C3"/>
    <w:rsid w:val="00AF3676"/>
    <w:rsid w:val="00AF6BFD"/>
    <w:rsid w:val="00B02582"/>
    <w:rsid w:val="00B06459"/>
    <w:rsid w:val="00B07622"/>
    <w:rsid w:val="00B113D0"/>
    <w:rsid w:val="00B228AD"/>
    <w:rsid w:val="00B23297"/>
    <w:rsid w:val="00B233C3"/>
    <w:rsid w:val="00B243BE"/>
    <w:rsid w:val="00B24724"/>
    <w:rsid w:val="00B4085A"/>
    <w:rsid w:val="00B43A04"/>
    <w:rsid w:val="00B45B04"/>
    <w:rsid w:val="00B46564"/>
    <w:rsid w:val="00B73840"/>
    <w:rsid w:val="00B75EB4"/>
    <w:rsid w:val="00B832EF"/>
    <w:rsid w:val="00B967C0"/>
    <w:rsid w:val="00BA4571"/>
    <w:rsid w:val="00BA4895"/>
    <w:rsid w:val="00BA7087"/>
    <w:rsid w:val="00BB48B2"/>
    <w:rsid w:val="00BC26DC"/>
    <w:rsid w:val="00BC6861"/>
    <w:rsid w:val="00BD0099"/>
    <w:rsid w:val="00BE2355"/>
    <w:rsid w:val="00BE3472"/>
    <w:rsid w:val="00BF1F50"/>
    <w:rsid w:val="00C02179"/>
    <w:rsid w:val="00C163B4"/>
    <w:rsid w:val="00C178AA"/>
    <w:rsid w:val="00C22BF6"/>
    <w:rsid w:val="00C25E0F"/>
    <w:rsid w:val="00C34A47"/>
    <w:rsid w:val="00C4308A"/>
    <w:rsid w:val="00C44B6E"/>
    <w:rsid w:val="00C55535"/>
    <w:rsid w:val="00C66637"/>
    <w:rsid w:val="00C74F49"/>
    <w:rsid w:val="00C759A3"/>
    <w:rsid w:val="00C82E16"/>
    <w:rsid w:val="00C92BBE"/>
    <w:rsid w:val="00C97C6F"/>
    <w:rsid w:val="00CA299F"/>
    <w:rsid w:val="00CA575A"/>
    <w:rsid w:val="00CB7F7A"/>
    <w:rsid w:val="00CC2702"/>
    <w:rsid w:val="00CC3A6E"/>
    <w:rsid w:val="00CC588D"/>
    <w:rsid w:val="00CC7565"/>
    <w:rsid w:val="00CC7C5B"/>
    <w:rsid w:val="00CD0978"/>
    <w:rsid w:val="00CF227F"/>
    <w:rsid w:val="00CF3288"/>
    <w:rsid w:val="00CF43BB"/>
    <w:rsid w:val="00CF5281"/>
    <w:rsid w:val="00D02ACC"/>
    <w:rsid w:val="00D10D78"/>
    <w:rsid w:val="00D12C6A"/>
    <w:rsid w:val="00D13B75"/>
    <w:rsid w:val="00D15982"/>
    <w:rsid w:val="00D23B86"/>
    <w:rsid w:val="00D23DA6"/>
    <w:rsid w:val="00D2409F"/>
    <w:rsid w:val="00D32A47"/>
    <w:rsid w:val="00D330CD"/>
    <w:rsid w:val="00D33F34"/>
    <w:rsid w:val="00D43C3D"/>
    <w:rsid w:val="00D448B5"/>
    <w:rsid w:val="00D513B3"/>
    <w:rsid w:val="00D53289"/>
    <w:rsid w:val="00D61AB4"/>
    <w:rsid w:val="00D64D9D"/>
    <w:rsid w:val="00D86975"/>
    <w:rsid w:val="00D86AA6"/>
    <w:rsid w:val="00D86BC3"/>
    <w:rsid w:val="00D90A50"/>
    <w:rsid w:val="00DA6A0C"/>
    <w:rsid w:val="00DA6AA9"/>
    <w:rsid w:val="00DB1CC5"/>
    <w:rsid w:val="00DD381A"/>
    <w:rsid w:val="00DD4906"/>
    <w:rsid w:val="00DF1B97"/>
    <w:rsid w:val="00E03919"/>
    <w:rsid w:val="00E07C7E"/>
    <w:rsid w:val="00E1081E"/>
    <w:rsid w:val="00E251CC"/>
    <w:rsid w:val="00E2596C"/>
    <w:rsid w:val="00E3604D"/>
    <w:rsid w:val="00E51101"/>
    <w:rsid w:val="00E51F9E"/>
    <w:rsid w:val="00E574D0"/>
    <w:rsid w:val="00E6324D"/>
    <w:rsid w:val="00E658D8"/>
    <w:rsid w:val="00E66AA5"/>
    <w:rsid w:val="00E67D8D"/>
    <w:rsid w:val="00E82BA3"/>
    <w:rsid w:val="00E8723E"/>
    <w:rsid w:val="00E90BD3"/>
    <w:rsid w:val="00E95917"/>
    <w:rsid w:val="00EA1CCB"/>
    <w:rsid w:val="00EA26E9"/>
    <w:rsid w:val="00EB1106"/>
    <w:rsid w:val="00EB5B81"/>
    <w:rsid w:val="00EB6E8B"/>
    <w:rsid w:val="00ED59B9"/>
    <w:rsid w:val="00ED61F1"/>
    <w:rsid w:val="00EE0FD3"/>
    <w:rsid w:val="00EE794A"/>
    <w:rsid w:val="00EF798C"/>
    <w:rsid w:val="00F02A7A"/>
    <w:rsid w:val="00F05A84"/>
    <w:rsid w:val="00F109E0"/>
    <w:rsid w:val="00F164AA"/>
    <w:rsid w:val="00F23B49"/>
    <w:rsid w:val="00F41650"/>
    <w:rsid w:val="00F42898"/>
    <w:rsid w:val="00F51BE3"/>
    <w:rsid w:val="00F520E6"/>
    <w:rsid w:val="00F729C7"/>
    <w:rsid w:val="00F72AD0"/>
    <w:rsid w:val="00F76F8F"/>
    <w:rsid w:val="00F8245E"/>
    <w:rsid w:val="00F82D06"/>
    <w:rsid w:val="00F8340D"/>
    <w:rsid w:val="00F90047"/>
    <w:rsid w:val="00F902E1"/>
    <w:rsid w:val="00FA12B6"/>
    <w:rsid w:val="00FA17F3"/>
    <w:rsid w:val="00FA1F04"/>
    <w:rsid w:val="00FB3D7C"/>
    <w:rsid w:val="00FB68BE"/>
    <w:rsid w:val="00FB7CCE"/>
    <w:rsid w:val="00FD29CA"/>
    <w:rsid w:val="00FE3F61"/>
    <w:rsid w:val="00FE782D"/>
    <w:rsid w:val="00F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F12F62"/>
  <w15:chartTrackingRefBased/>
  <w15:docId w15:val="{4DD6AF62-114C-FD47-A61F-530708FD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97B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7B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obsearch-jobinfoheader-companynamesimple">
    <w:name w:val="jobsearch-jobinfoheader-companynamesimple"/>
    <w:basedOn w:val="Absatz-Standardschriftart"/>
    <w:rsid w:val="00097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7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4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6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4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4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5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0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74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3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13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02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arianesolti@gmail.com</dc:creator>
  <cp:keywords/>
  <dc:description/>
  <cp:lastModifiedBy>ari solti</cp:lastModifiedBy>
  <cp:revision>424</cp:revision>
  <dcterms:created xsi:type="dcterms:W3CDTF">2021-03-02T11:57:00Z</dcterms:created>
  <dcterms:modified xsi:type="dcterms:W3CDTF">2021-07-15T08:29:00Z</dcterms:modified>
</cp:coreProperties>
</file>